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2D" w:rsidRDefault="00350C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Részletes indokolás</w:t>
      </w:r>
    </w:p>
    <w:p w:rsidR="00350C2D" w:rsidRDefault="00350C2D">
      <w:pPr>
        <w:jc w:val="center"/>
        <w:rPr>
          <w:b/>
          <w:bCs/>
          <w:sz w:val="28"/>
          <w:szCs w:val="28"/>
        </w:rPr>
      </w:pPr>
    </w:p>
    <w:p w:rsidR="00350C2D" w:rsidRDefault="00350C2D">
      <w:pPr>
        <w:jc w:val="center"/>
        <w:rPr>
          <w:sz w:val="28"/>
          <w:szCs w:val="28"/>
        </w:rPr>
      </w:pPr>
    </w:p>
    <w:p w:rsidR="00350C2D" w:rsidRDefault="00350C2D">
      <w:pPr>
        <w:jc w:val="center"/>
        <w:rPr>
          <w:sz w:val="28"/>
          <w:szCs w:val="28"/>
        </w:rPr>
      </w:pPr>
      <w:r>
        <w:rPr>
          <w:sz w:val="28"/>
          <w:szCs w:val="28"/>
        </w:rPr>
        <w:t>Csorvás Város Önkormányzatának 2019. évi költségvetéséről szóló 1/2019.(II.28.) önkormányzati rendelet módosításának</w:t>
      </w:r>
    </w:p>
    <w:p w:rsidR="00350C2D" w:rsidRDefault="00350C2D">
      <w:pPr>
        <w:jc w:val="center"/>
        <w:rPr>
          <w:sz w:val="28"/>
          <w:szCs w:val="28"/>
        </w:rPr>
      </w:pPr>
      <w:r>
        <w:rPr>
          <w:sz w:val="28"/>
          <w:szCs w:val="28"/>
        </w:rPr>
        <w:t>tervezetéhez</w:t>
      </w:r>
    </w:p>
    <w:p w:rsidR="00350C2D" w:rsidRDefault="00350C2D"/>
    <w:p w:rsidR="00350C2D" w:rsidRDefault="00350C2D"/>
    <w:p w:rsidR="00350C2D" w:rsidRDefault="00350C2D"/>
    <w:p w:rsidR="00350C2D" w:rsidRDefault="00350C2D">
      <w:pPr>
        <w:spacing w:after="120"/>
        <w:rPr>
          <w:b/>
          <w:bCs/>
        </w:rPr>
      </w:pPr>
      <w:r>
        <w:rPr>
          <w:b/>
          <w:bCs/>
        </w:rPr>
        <w:t>A rendelet-tervezet 1. §-ához</w:t>
      </w:r>
    </w:p>
    <w:p w:rsidR="00350C2D" w:rsidRDefault="00350C2D">
      <w:pPr>
        <w:jc w:val="both"/>
      </w:pPr>
      <w:r>
        <w:t>A rendelet-tervezet 1. § (1) bekezdésében az Önkormányzat 2019. évi költségvetésének bevételi és kiadási főösszegét növeltük meg 97.397 ezer Ft-tal. (Az 1/2019.(II.28.) önkormányzati rendelet főösszege 1.003.380 ezer Ft-ról 1.100.777 ezer Ft-ra változott).</w:t>
      </w:r>
    </w:p>
    <w:p w:rsidR="00350C2D" w:rsidRDefault="00350C2D"/>
    <w:p w:rsidR="00350C2D" w:rsidRDefault="00350C2D">
      <w:pPr>
        <w:spacing w:after="120"/>
        <w:rPr>
          <w:b/>
          <w:bCs/>
        </w:rPr>
      </w:pPr>
      <w:r>
        <w:rPr>
          <w:b/>
          <w:bCs/>
        </w:rPr>
        <w:t>A rendelet-tervezet 2. §-ához</w:t>
      </w:r>
    </w:p>
    <w:p w:rsidR="00350C2D" w:rsidRDefault="00350C2D">
      <w:pPr>
        <w:jc w:val="both"/>
      </w:pPr>
      <w:r>
        <w:t>A rendelet-tervezet 2. §-a tartalmazza azt, hogy az önkormányzat 2019. évi költségvetéséről szóló rendelete mellékletei a rendelet-tervezet mellékleteinek megfelelően változnak meg, a következők szerint: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1. melléklet:</w:t>
      </w:r>
      <w:r>
        <w:t xml:space="preserve"> Csorvás Város Önkormányzata összesített bevételei, kiadásai módosítását tartalmazza kötelező, önként vállalt, és igazgatási feladatok szerinti bontásban.</w:t>
      </w:r>
    </w:p>
    <w:p w:rsidR="00350C2D" w:rsidRDefault="00350C2D">
      <w:pPr>
        <w:jc w:val="both"/>
      </w:pPr>
      <w:r>
        <w:rPr>
          <w:u w:val="single"/>
        </w:rPr>
        <w:t>2. melléklet:</w:t>
      </w:r>
      <w:r>
        <w:t xml:space="preserve"> A Csorvás Város Önkormányzata bevételeit tartalmazza kötelező, önként vállalt, és igazgatási feladatok szerinti bontásban. Csorvás Város Önkormányzata bevétele 96.313 ezer Ft-tal növekedett. 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 xml:space="preserve">3. melléklet: </w:t>
      </w:r>
      <w:r>
        <w:t>A Csorvási Óvoda és Bölcsőde bevételeit tartalmazza kötelező, önként vállalt, és igazgatási feladatok szerinti bontásban. Az Óvoda és Bölcsőde bevétele 194 ezer Ft-tal növekedett.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4. melléklet:</w:t>
      </w:r>
      <w:r>
        <w:t xml:space="preserve"> Az Egyesített Szociális Intézmény bevételeit tartalmazza kötelező, önként vállalt, és igazgatási feladatok szerinti bontásban. Az Egyesített Szociális Intézmény bevétele 890 ezer Ft-tal növekedett.</w:t>
      </w:r>
    </w:p>
    <w:p w:rsidR="00350C2D" w:rsidRDefault="00350C2D">
      <w:pPr>
        <w:jc w:val="both"/>
      </w:pPr>
      <w:r>
        <w:rPr>
          <w:u w:val="single"/>
        </w:rPr>
        <w:t>5. melléklet:</w:t>
      </w:r>
      <w:r>
        <w:t xml:space="preserve"> A Csorvás Város Önkormányzata kiadásait tartalmazza kötelező, önként vállalt, és igazgatási feladatok szerinti bontásban. Csorvás Város Önkormányzata kiadása 92.831 ezer Ft-tal csökkent. 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6. melléklet:</w:t>
      </w:r>
      <w:r>
        <w:t xml:space="preserve"> A Csorvási Polgármesteri Hivatal kiadásait tartalmazza kötelező, önként vállalt, és igazgatási feladatok szerinti bontásban. A Csorvási Polgármesteri Hivatal kiadása 32 ezer Ft-tal növekedett.</w:t>
      </w:r>
    </w:p>
    <w:p w:rsidR="00350C2D" w:rsidRDefault="00350C2D">
      <w:pPr>
        <w:spacing w:after="120"/>
        <w:jc w:val="both"/>
      </w:pPr>
      <w:r>
        <w:rPr>
          <w:u w:val="single"/>
        </w:rPr>
        <w:t>7. melléklet:</w:t>
      </w:r>
      <w:r>
        <w:t xml:space="preserve"> A Csorvási Óvoda és Bölcsőde kiadásait tartalmazza kötelező, önként vállalt, és igazgatási feladatok szerinti bontásban. A Csorvási Óvoda és Bölcsőde kiadása 2.025 ezer Ft-tal növekedett.</w:t>
      </w:r>
    </w:p>
    <w:p w:rsidR="00350C2D" w:rsidRDefault="00350C2D">
      <w:pPr>
        <w:jc w:val="both"/>
      </w:pPr>
      <w:r>
        <w:rPr>
          <w:u w:val="single"/>
        </w:rPr>
        <w:t>8. melléklet:</w:t>
      </w:r>
      <w:r>
        <w:t xml:space="preserve"> Az Egyesített Szociális Intézmény kiadásait tartalmazza kötelező, önként vállalt, és igazgatási feladatok szerinti bontásban. Az Egyesített Szociális Intézmény kiadásai 2.509 ezer Ft-tal növekedett.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9. melléklet:</w:t>
      </w:r>
      <w:r>
        <w:t xml:space="preserve"> A rendelet-tervezet 1. § (1) bekezdésében megjelölt 97.397 ezer Ft-os változást az önkormányzati mérlegben is át kellett vezetni, működési és felhalmozási bevételek és kiadások tekintetében. 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10. melléklet:</w:t>
      </w:r>
      <w:r>
        <w:t xml:space="preserve"> A Csorvás Város Önkormányzata és az Önkormányzat felügyelete alá tartozó költségvetési intézmények dolgozói létszámának adatát tartalmazza. A dolgozói létszám éves átlagban 18 fővel emelkedett a közfoglalkoztatásban foglalkoztatottak miatt.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11. melléklet:</w:t>
      </w:r>
      <w:r>
        <w:t xml:space="preserve"> A Csorvás Város Önkormányzata és az Önkormányzat felügyelete alá tartozó költségvetési intézmények beruházási és felújítási kiadásait tartalmazza. </w:t>
      </w:r>
    </w:p>
    <w:p w:rsidR="00350C2D" w:rsidRDefault="00350C2D">
      <w:pPr>
        <w:spacing w:before="120"/>
        <w:jc w:val="both"/>
      </w:pPr>
      <w:r>
        <w:rPr>
          <w:u w:val="single"/>
        </w:rPr>
        <w:t>12. melléklet:</w:t>
      </w:r>
      <w:r>
        <w:t xml:space="preserve"> A rendelet-tervezet 1. § (1) bekezdésében megjelölt 97.397 ezer Ft-os változást az előirányzat-felhasználási ütemtervben is át kellett vezetni.</w:t>
      </w:r>
    </w:p>
    <w:p w:rsidR="00350C2D" w:rsidRDefault="00350C2D">
      <w:pPr>
        <w:spacing w:before="120" w:after="120"/>
        <w:jc w:val="both"/>
      </w:pPr>
      <w:r>
        <w:rPr>
          <w:u w:val="single"/>
        </w:rPr>
        <w:t>13. melléklet:</w:t>
      </w:r>
      <w:r>
        <w:t xml:space="preserve"> A rendelet-tervezet 1. § (1) bekezdésében megjelölt 97.397 ezer Ft-os változást a likviditási terven is át kellett vezetni.</w:t>
      </w:r>
    </w:p>
    <w:p w:rsidR="00350C2D" w:rsidRDefault="00350C2D">
      <w:pPr>
        <w:spacing w:after="120"/>
        <w:rPr>
          <w:b/>
          <w:bCs/>
        </w:rPr>
      </w:pPr>
      <w:r>
        <w:rPr>
          <w:b/>
          <w:bCs/>
        </w:rPr>
        <w:t>A rendelet-tervezet 3. §-ához</w:t>
      </w:r>
    </w:p>
    <w:p w:rsidR="00350C2D" w:rsidRDefault="00350C2D">
      <w:pPr>
        <w:spacing w:after="120"/>
      </w:pPr>
      <w:r>
        <w:t>A rendelet-tervezet 3. §-a a hatályba léptető rendelkezést tartalmazza.</w:t>
      </w:r>
    </w:p>
    <w:p w:rsidR="00350C2D" w:rsidRDefault="00350C2D">
      <w:pPr>
        <w:spacing w:before="120" w:after="120"/>
        <w:jc w:val="both"/>
      </w:pPr>
    </w:p>
    <w:sectPr w:rsidR="00350C2D" w:rsidSect="00925EA4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7" w:right="1417" w:bottom="1417" w:left="1417" w:header="708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C2D" w:rsidRDefault="00350C2D" w:rsidP="00925EA4">
      <w:r>
        <w:separator/>
      </w:r>
    </w:p>
  </w:endnote>
  <w:endnote w:type="continuationSeparator" w:id="1">
    <w:p w:rsidR="00350C2D" w:rsidRDefault="00350C2D" w:rsidP="00925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C2D" w:rsidRDefault="00350C2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C2D" w:rsidRDefault="00350C2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C2D" w:rsidRDefault="00350C2D" w:rsidP="00925EA4">
      <w:r>
        <w:separator/>
      </w:r>
    </w:p>
  </w:footnote>
  <w:footnote w:type="continuationSeparator" w:id="1">
    <w:p w:rsidR="00350C2D" w:rsidRDefault="00350C2D" w:rsidP="00925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C2D" w:rsidRDefault="00350C2D">
    <w:pPr>
      <w:pStyle w:val="Header"/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50pt;height:50pt;z-index:251660288;visibility:hidden">
          <v:stroke joinstyle="round"/>
          <o:lock v:ext="edit" selection="t"/>
        </v:shape>
      </w:pict>
    </w:r>
    <w:r>
      <w:rPr>
        <w:noProof/>
        <w:lang w:eastAsia="hu-HU"/>
      </w:rPr>
      <w:pict>
        <v:shape id="Szövegdoboz1" o:spid="_x0000_s2050" type="#_x0000_t202" style="position:absolute;margin-left:0;margin-top:0;width:50pt;height:50pt;z-index:251661312;visibility:hidden">
          <v:fill color2="black" angle="180"/>
        </v:shape>
      </w:pict>
    </w:r>
    <w:r>
      <w:rPr>
        <w:noProof/>
        <w:lang w:eastAsia="hu-HU"/>
      </w:rPr>
      <w:pict>
        <v:shape id="Szövegdoboz2" o:spid="_x0000_s2051" type="#_x0000_t202" style="position:absolute;margin-left:0;margin-top:.05pt;width:9pt;height:13.8pt;z-index:251662336;visibility:visible;mso-wrap-distance-left:0;mso-wrap-distance-right:0;mso-position-horizontal:center;mso-position-horizontal-relative:margin" filled="f" stroked="f">
          <v:textbox style="mso-fit-shape-to-text:t" inset="0,0,0,0">
            <w:txbxContent>
              <w:p w:rsidR="00350C2D" w:rsidRDefault="00350C2D">
                <w:pPr>
                  <w:pStyle w:val="Header"/>
                  <w:rPr>
                    <w:rStyle w:val="PageNumber"/>
                  </w:rPr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C2D" w:rsidRDefault="00350C2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numFmt w:val="decimal"/>
    <w:endnote w:id="0"/>
    <w:endnote w:id="1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EA4"/>
    <w:rsid w:val="00296EBA"/>
    <w:rsid w:val="00350C2D"/>
    <w:rsid w:val="005B30E7"/>
    <w:rsid w:val="007330AB"/>
    <w:rsid w:val="008921BC"/>
    <w:rsid w:val="008F3F0E"/>
    <w:rsid w:val="00925EA4"/>
    <w:rsid w:val="00A509F3"/>
    <w:rsid w:val="00AB464B"/>
    <w:rsid w:val="00B5702E"/>
    <w:rsid w:val="00C40854"/>
    <w:rsid w:val="00C63F95"/>
    <w:rsid w:val="00C662F2"/>
    <w:rsid w:val="00EC68E4"/>
    <w:rsid w:val="00F42438"/>
    <w:rsid w:val="00F52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EA4"/>
    <w:rPr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E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5EA4"/>
    <w:rPr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925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25EA4"/>
    <w:rPr>
      <w:lang w:eastAsia="zh-CN"/>
    </w:rPr>
  </w:style>
  <w:style w:type="character" w:styleId="PageNumber">
    <w:name w:val="page number"/>
    <w:basedOn w:val="DefaultParagraphFont"/>
    <w:uiPriority w:val="99"/>
    <w:rsid w:val="00925EA4"/>
  </w:style>
  <w:style w:type="character" w:customStyle="1" w:styleId="CharChar">
    <w:name w:val="Char Char"/>
    <w:uiPriority w:val="99"/>
    <w:rsid w:val="00925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418</Words>
  <Characters>2889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Részletes indokolás</dc:title>
  <dc:subject/>
  <dc:creator>Zakalne</dc:creator>
  <cp:keywords/>
  <dc:description/>
  <cp:lastModifiedBy>Zakalne</cp:lastModifiedBy>
  <cp:revision>2</cp:revision>
  <cp:lastPrinted>2019-09-26T14:11:00Z</cp:lastPrinted>
  <dcterms:created xsi:type="dcterms:W3CDTF">2019-09-27T06:10:00Z</dcterms:created>
  <dcterms:modified xsi:type="dcterms:W3CDTF">2019-09-27T06:10:00Z</dcterms:modified>
</cp:coreProperties>
</file>